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E0" w:rsidRPr="005F20E3" w:rsidRDefault="00AA7CE0" w:rsidP="00CD1A41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A008FE">
        <w:rPr>
          <w:sz w:val="20"/>
        </w:rPr>
        <w:t>1</w:t>
      </w:r>
    </w:p>
    <w:p w:rsidR="00AA7CE0" w:rsidRPr="005F20E3" w:rsidRDefault="003C0F32" w:rsidP="00CD1A41">
      <w:pPr>
        <w:ind w:left="5529"/>
        <w:jc w:val="both"/>
        <w:rPr>
          <w:sz w:val="20"/>
        </w:rPr>
      </w:pPr>
      <w:r>
        <w:rPr>
          <w:sz w:val="20"/>
        </w:rPr>
        <w:t xml:space="preserve">RMK ja </w:t>
      </w:r>
      <w:r w:rsidR="00655D46" w:rsidRPr="00655D46">
        <w:rPr>
          <w:sz w:val="20"/>
        </w:rPr>
        <w:t>MTÜ</w:t>
      </w:r>
      <w:r w:rsidR="00A11D9A">
        <w:rPr>
          <w:sz w:val="20"/>
        </w:rPr>
        <w:t xml:space="preserve"> </w:t>
      </w:r>
      <w:r w:rsidR="00A11D9A" w:rsidRPr="00A11D9A">
        <w:rPr>
          <w:sz w:val="20"/>
        </w:rPr>
        <w:t>Eesti Metsaselts</w:t>
      </w:r>
    </w:p>
    <w:p w:rsidR="00AA7CE0" w:rsidRPr="005F20E3" w:rsidRDefault="00A11D9A" w:rsidP="00CD1A41">
      <w:pPr>
        <w:ind w:left="5529"/>
        <w:jc w:val="both"/>
        <w:rPr>
          <w:sz w:val="20"/>
        </w:rPr>
      </w:pPr>
      <w:r>
        <w:rPr>
          <w:sz w:val="20"/>
        </w:rPr>
        <w:t>01.03</w:t>
      </w:r>
      <w:r w:rsidR="00655D46">
        <w:rPr>
          <w:sz w:val="20"/>
        </w:rPr>
        <w:t>.2020</w:t>
      </w:r>
      <w:r w:rsidR="003C0F32">
        <w:rPr>
          <w:sz w:val="20"/>
        </w:rPr>
        <w:t>.a</w:t>
      </w:r>
      <w:r w:rsidR="00174B68">
        <w:rPr>
          <w:sz w:val="20"/>
        </w:rPr>
        <w:t>.</w:t>
      </w:r>
      <w:r w:rsidR="003C0F32">
        <w:rPr>
          <w:sz w:val="20"/>
        </w:rPr>
        <w:t xml:space="preserve"> </w:t>
      </w:r>
      <w:r w:rsidR="00ED5256">
        <w:rPr>
          <w:sz w:val="20"/>
        </w:rPr>
        <w:t>üüripinna</w:t>
      </w:r>
      <w:r w:rsidR="002A44B1">
        <w:rPr>
          <w:sz w:val="20"/>
        </w:rPr>
        <w:t xml:space="preserve"> </w:t>
      </w:r>
      <w:r w:rsidR="00ED5256">
        <w:rPr>
          <w:sz w:val="20"/>
        </w:rPr>
        <w:t>kasutuslepingu</w:t>
      </w:r>
      <w:r w:rsidR="00AA7CE0" w:rsidRPr="005F20E3">
        <w:rPr>
          <w:sz w:val="20"/>
        </w:rPr>
        <w:t xml:space="preserve"> </w:t>
      </w:r>
    </w:p>
    <w:p w:rsidR="00AA7CE0" w:rsidRPr="005F20E3" w:rsidRDefault="001F3FCE" w:rsidP="00CD1A41">
      <w:pPr>
        <w:ind w:left="5529"/>
        <w:jc w:val="both"/>
        <w:rPr>
          <w:sz w:val="20"/>
        </w:rPr>
      </w:pPr>
      <w:r>
        <w:rPr>
          <w:sz w:val="20"/>
        </w:rPr>
        <w:t>nr 9-28/</w:t>
      </w:r>
      <w:r w:rsidR="00A11D9A">
        <w:rPr>
          <w:sz w:val="20"/>
        </w:rPr>
        <w:t>2020/2</w:t>
      </w:r>
      <w:r w:rsidR="00AA7CE0" w:rsidRPr="005F20E3">
        <w:rPr>
          <w:sz w:val="20"/>
        </w:rPr>
        <w:t xml:space="preserve"> juurde</w:t>
      </w:r>
    </w:p>
    <w:p w:rsidR="00AA7CE0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footerReference w:type="default" r:id="rId7"/>
          <w:headerReference w:type="first" r:id="rId8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A7CE0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8C01E1" w:rsidTr="008C01E1">
        <w:trPr>
          <w:cantSplit/>
          <w:trHeight w:val="284"/>
        </w:trPr>
        <w:tc>
          <w:tcPr>
            <w:tcW w:w="9348" w:type="dxa"/>
            <w:vMerge w:val="restart"/>
          </w:tcPr>
          <w:p w:rsidR="00AA7CE0" w:rsidRPr="008C01E1" w:rsidRDefault="00AA7CE0" w:rsidP="00CD1A41">
            <w:pPr>
              <w:jc w:val="both"/>
              <w:rPr>
                <w:b/>
                <w:szCs w:val="22"/>
              </w:rPr>
            </w:pPr>
            <w:r w:rsidRPr="008C01E1">
              <w:rPr>
                <w:b/>
                <w:sz w:val="22"/>
                <w:szCs w:val="22"/>
              </w:rPr>
              <w:t>AKT</w:t>
            </w:r>
          </w:p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  <w:p w:rsidR="00AA7CE0" w:rsidRPr="008C01E1" w:rsidRDefault="00870D23" w:rsidP="00CD1A41">
            <w:pPr>
              <w:tabs>
                <w:tab w:val="right" w:pos="8842"/>
              </w:tabs>
              <w:jc w:val="both"/>
              <w:rPr>
                <w:i/>
                <w:iCs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A11D9A">
              <w:rPr>
                <w:sz w:val="22"/>
                <w:szCs w:val="22"/>
              </w:rPr>
              <w:t>01.03</w:t>
            </w:r>
            <w:r w:rsidR="00655D46">
              <w:rPr>
                <w:sz w:val="22"/>
                <w:szCs w:val="22"/>
              </w:rPr>
              <w:t>.2020</w:t>
            </w:r>
            <w:r w:rsidR="00BD58D6">
              <w:rPr>
                <w:sz w:val="22"/>
                <w:szCs w:val="22"/>
              </w:rPr>
              <w:t>.a.</w:t>
            </w:r>
          </w:p>
        </w:tc>
        <w:tc>
          <w:tcPr>
            <w:tcW w:w="4309" w:type="dxa"/>
            <w:vMerge w:val="restart"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  <w:r w:rsidRPr="008C01E1">
              <w:rPr>
                <w:sz w:val="22"/>
                <w:szCs w:val="22"/>
              </w:rPr>
              <w:br/>
            </w:r>
          </w:p>
        </w:tc>
      </w:tr>
      <w:tr w:rsidR="00AA7CE0" w:rsidRPr="008C01E1" w:rsidTr="008C01E1">
        <w:trPr>
          <w:cantSplit/>
          <w:trHeight w:val="740"/>
        </w:trPr>
        <w:tc>
          <w:tcPr>
            <w:tcW w:w="9348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  <w:tc>
          <w:tcPr>
            <w:tcW w:w="4309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</w:tr>
    </w:tbl>
    <w:p w:rsidR="00AA7CE0" w:rsidRPr="008C01E1" w:rsidRDefault="00EA2D7B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b/>
          <w:bCs/>
          <w:color w:val="000000"/>
          <w:spacing w:val="0"/>
          <w:position w:val="0"/>
          <w:sz w:val="22"/>
          <w:szCs w:val="22"/>
        </w:rPr>
        <w:t xml:space="preserve">Toompuiestee 24 üüripinna </w:t>
      </w:r>
      <w:r w:rsidR="00AA7CE0" w:rsidRPr="008C01E1">
        <w:rPr>
          <w:b/>
          <w:bCs/>
          <w:color w:val="000000"/>
          <w:spacing w:val="0"/>
          <w:position w:val="0"/>
          <w:sz w:val="22"/>
          <w:szCs w:val="22"/>
        </w:rPr>
        <w:t>üleandmine</w:t>
      </w:r>
      <w:r w:rsidR="002A44B1">
        <w:rPr>
          <w:b/>
          <w:bCs/>
          <w:color w:val="000000"/>
          <w:spacing w:val="0"/>
          <w:position w:val="0"/>
          <w:sz w:val="22"/>
          <w:szCs w:val="22"/>
        </w:rPr>
        <w:t>- vastuvõtmine</w:t>
      </w:r>
    </w:p>
    <w:p w:rsidR="00AA7CE0" w:rsidRPr="008C01E1" w:rsidRDefault="00AA7CE0" w:rsidP="00CD1A41">
      <w:pPr>
        <w:rPr>
          <w:sz w:val="22"/>
          <w:szCs w:val="22"/>
        </w:rPr>
      </w:pPr>
    </w:p>
    <w:p w:rsidR="00AA7CE0" w:rsidRPr="00BD0FFC" w:rsidRDefault="00AA7CE0" w:rsidP="00A11D9A">
      <w:pPr>
        <w:pStyle w:val="ListParagraph"/>
        <w:numPr>
          <w:ilvl w:val="0"/>
          <w:numId w:val="10"/>
        </w:numPr>
        <w:rPr>
          <w:iCs/>
          <w:sz w:val="22"/>
          <w:szCs w:val="22"/>
        </w:rPr>
      </w:pPr>
      <w:r w:rsidRPr="00BD0FFC">
        <w:rPr>
          <w:sz w:val="22"/>
          <w:szCs w:val="22"/>
        </w:rPr>
        <w:t>Käesoleva akti koostasid</w:t>
      </w:r>
      <w:r w:rsidR="00DC1888">
        <w:rPr>
          <w:sz w:val="22"/>
          <w:szCs w:val="22"/>
        </w:rPr>
        <w:t xml:space="preserve"> Riigimetsa Majandamise Keskus ja </w:t>
      </w:r>
      <w:r w:rsidR="00A11D9A" w:rsidRPr="00A11D9A">
        <w:rPr>
          <w:sz w:val="22"/>
          <w:szCs w:val="22"/>
        </w:rPr>
        <w:t>MTÜ Eesti Metsaselts</w:t>
      </w:r>
      <w:r w:rsidRPr="00DD07FD">
        <w:rPr>
          <w:sz w:val="22"/>
          <w:szCs w:val="22"/>
        </w:rPr>
        <w:t>,</w:t>
      </w:r>
      <w:r w:rsidRPr="00BD0FFC">
        <w:rPr>
          <w:sz w:val="22"/>
          <w:szCs w:val="22"/>
        </w:rPr>
        <w:t xml:space="preserve"> selle </w:t>
      </w:r>
      <w:r w:rsidR="003C0F32" w:rsidRPr="00BD0FFC">
        <w:rPr>
          <w:sz w:val="22"/>
          <w:szCs w:val="22"/>
        </w:rPr>
        <w:t xml:space="preserve">kohta, et </w:t>
      </w:r>
      <w:r w:rsidR="00DD07FD">
        <w:rPr>
          <w:sz w:val="22"/>
          <w:szCs w:val="22"/>
        </w:rPr>
        <w:t>Üürile</w:t>
      </w:r>
      <w:r w:rsidR="00DE647D">
        <w:rPr>
          <w:sz w:val="22"/>
          <w:szCs w:val="22"/>
        </w:rPr>
        <w:t>andja</w:t>
      </w:r>
      <w:r w:rsidR="003C0F32" w:rsidRPr="00BD0FFC">
        <w:rPr>
          <w:sz w:val="22"/>
          <w:szCs w:val="22"/>
        </w:rPr>
        <w:t xml:space="preserve"> andis üle ja </w:t>
      </w:r>
      <w:r w:rsidR="00DD07FD">
        <w:rPr>
          <w:sz w:val="22"/>
          <w:szCs w:val="22"/>
        </w:rPr>
        <w:t>Üür</w:t>
      </w:r>
      <w:r w:rsidR="00DE647D">
        <w:rPr>
          <w:sz w:val="22"/>
          <w:szCs w:val="22"/>
        </w:rPr>
        <w:t>nik</w:t>
      </w:r>
      <w:r w:rsidRPr="00BD0FFC">
        <w:rPr>
          <w:sz w:val="22"/>
          <w:szCs w:val="22"/>
        </w:rPr>
        <w:t xml:space="preserve"> võttis vastu</w:t>
      </w:r>
      <w:r w:rsidR="00BD0FFC" w:rsidRPr="00BD0FFC">
        <w:rPr>
          <w:sz w:val="22"/>
          <w:szCs w:val="22"/>
        </w:rPr>
        <w:t xml:space="preserve"> </w:t>
      </w:r>
      <w:r w:rsidR="00ED5256">
        <w:rPr>
          <w:sz w:val="22"/>
          <w:szCs w:val="22"/>
        </w:rPr>
        <w:t xml:space="preserve">Tallinnas </w:t>
      </w:r>
      <w:r w:rsidR="00DD07FD">
        <w:rPr>
          <w:sz w:val="22"/>
          <w:szCs w:val="22"/>
        </w:rPr>
        <w:t>Toompuiestee</w:t>
      </w:r>
      <w:r w:rsidR="00CD1A41">
        <w:rPr>
          <w:sz w:val="22"/>
          <w:szCs w:val="22"/>
        </w:rPr>
        <w:t xml:space="preserve"> tn 2</w:t>
      </w:r>
      <w:r w:rsidR="00DD07FD">
        <w:rPr>
          <w:sz w:val="22"/>
          <w:szCs w:val="22"/>
        </w:rPr>
        <w:t>4</w:t>
      </w:r>
      <w:r w:rsidR="00ED5256">
        <w:rPr>
          <w:sz w:val="22"/>
          <w:szCs w:val="22"/>
        </w:rPr>
        <w:t xml:space="preserve"> </w:t>
      </w:r>
      <w:r w:rsidR="00DD07FD" w:rsidRPr="00DD07FD">
        <w:rPr>
          <w:sz w:val="22"/>
          <w:szCs w:val="22"/>
        </w:rPr>
        <w:t xml:space="preserve">(katastritunnusega 78401:101:0410, riigi kinnisvararegistri </w:t>
      </w:r>
      <w:r w:rsidR="00DD07FD">
        <w:rPr>
          <w:sz w:val="22"/>
          <w:szCs w:val="22"/>
        </w:rPr>
        <w:t>koodiga KV10941) asuva administ</w:t>
      </w:r>
      <w:r w:rsidR="00DD07FD" w:rsidRPr="00DD07FD">
        <w:rPr>
          <w:sz w:val="22"/>
          <w:szCs w:val="22"/>
        </w:rPr>
        <w:t xml:space="preserve">ratiivhoone ruumi </w:t>
      </w:r>
      <w:r w:rsidR="00A11D9A">
        <w:rPr>
          <w:sz w:val="22"/>
          <w:szCs w:val="22"/>
        </w:rPr>
        <w:t>201</w:t>
      </w:r>
      <w:r w:rsidR="00DD07FD" w:rsidRPr="00DD07FD">
        <w:rPr>
          <w:sz w:val="22"/>
          <w:szCs w:val="22"/>
        </w:rPr>
        <w:t xml:space="preserve"> (riigi kinnisvararegistri kood KV10941H1, suletud netopinnaga </w:t>
      </w:r>
      <w:r w:rsidR="00A11D9A">
        <w:rPr>
          <w:sz w:val="22"/>
          <w:szCs w:val="22"/>
        </w:rPr>
        <w:t>16,6</w:t>
      </w:r>
      <w:r w:rsidR="00DD07FD" w:rsidRPr="00DD07FD">
        <w:rPr>
          <w:sz w:val="22"/>
          <w:szCs w:val="22"/>
        </w:rPr>
        <w:t xml:space="preserve"> m2)</w:t>
      </w:r>
    </w:p>
    <w:p w:rsidR="00BD0FFC" w:rsidRDefault="00BD0FFC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DD07FD" w:rsidRPr="00D0243D" w:rsidRDefault="00DD07FD" w:rsidP="00D0243D">
      <w:pPr>
        <w:pStyle w:val="ListParagraph"/>
        <w:numPr>
          <w:ilvl w:val="0"/>
          <w:numId w:val="10"/>
        </w:numPr>
        <w:jc w:val="both"/>
        <w:rPr>
          <w:color w:val="000000"/>
          <w:spacing w:val="0"/>
          <w:position w:val="0"/>
          <w:sz w:val="22"/>
          <w:szCs w:val="22"/>
        </w:rPr>
      </w:pPr>
      <w:r w:rsidRPr="00D0243D">
        <w:rPr>
          <w:color w:val="000000"/>
          <w:spacing w:val="0"/>
          <w:position w:val="0"/>
          <w:sz w:val="22"/>
          <w:szCs w:val="22"/>
        </w:rPr>
        <w:t>Ruumis olev mööbel:</w:t>
      </w:r>
    </w:p>
    <w:p w:rsidR="00D0243D" w:rsidRPr="00D0243D" w:rsidRDefault="00D0243D" w:rsidP="00D0243D">
      <w:pPr>
        <w:pStyle w:val="ListParagraph"/>
        <w:rPr>
          <w:color w:val="000000"/>
          <w:spacing w:val="0"/>
          <w:position w:val="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4536"/>
      </w:tblGrid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4D795D" w:rsidRDefault="00D0243D" w:rsidP="00655D46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</w:p>
        </w:tc>
        <w:tc>
          <w:tcPr>
            <w:tcW w:w="4536" w:type="dxa"/>
            <w:noWrap/>
            <w:hideMark/>
          </w:tcPr>
          <w:p w:rsidR="00D0243D" w:rsidRPr="004D795D" w:rsidRDefault="00A8753C" w:rsidP="005E012F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Töö</w:t>
            </w:r>
            <w:r w:rsidR="00D0243D"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laud</w:t>
            </w:r>
            <w:r w:rsidR="004D795D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 </w:t>
            </w:r>
          </w:p>
        </w:tc>
      </w:tr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4D795D" w:rsidRDefault="00D0243D" w:rsidP="00FB2AC8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</w:p>
        </w:tc>
        <w:tc>
          <w:tcPr>
            <w:tcW w:w="4536" w:type="dxa"/>
            <w:noWrap/>
            <w:hideMark/>
          </w:tcPr>
          <w:p w:rsidR="00D0243D" w:rsidRPr="004D795D" w:rsidRDefault="00FB2AC8" w:rsidP="005E012F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Diivan</w:t>
            </w:r>
            <w:r w:rsidR="004D795D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 </w:t>
            </w:r>
          </w:p>
        </w:tc>
      </w:tr>
      <w:tr w:rsidR="00D0243D" w:rsidRPr="00D0243D" w:rsidTr="00655D46">
        <w:trPr>
          <w:trHeight w:val="300"/>
        </w:trPr>
        <w:tc>
          <w:tcPr>
            <w:tcW w:w="2405" w:type="dxa"/>
            <w:noWrap/>
            <w:hideMark/>
          </w:tcPr>
          <w:p w:rsidR="00D0243D" w:rsidRPr="004D795D" w:rsidRDefault="00D0243D" w:rsidP="00FB2AC8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VV</w:t>
            </w:r>
            <w:r w:rsidR="00A8753C"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0</w:t>
            </w:r>
            <w:r w:rsidR="00FB2AC8"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13</w:t>
            </w:r>
            <w:r w:rsidR="004D795D"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747</w:t>
            </w:r>
          </w:p>
        </w:tc>
        <w:tc>
          <w:tcPr>
            <w:tcW w:w="4536" w:type="dxa"/>
            <w:noWrap/>
          </w:tcPr>
          <w:p w:rsidR="00D0243D" w:rsidRPr="004D795D" w:rsidRDefault="00FB2AC8" w:rsidP="005E012F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</w:rPr>
              <w:t>DL-6 Diivanilaud</w:t>
            </w:r>
            <w:r w:rsidR="004D795D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 </w:t>
            </w:r>
          </w:p>
        </w:tc>
      </w:tr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4D795D" w:rsidRDefault="00D0243D" w:rsidP="00FB2AC8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</w:p>
        </w:tc>
        <w:tc>
          <w:tcPr>
            <w:tcW w:w="4536" w:type="dxa"/>
            <w:noWrap/>
            <w:hideMark/>
          </w:tcPr>
          <w:p w:rsidR="00D0243D" w:rsidRPr="004D795D" w:rsidRDefault="00D0243D" w:rsidP="00FB2AC8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="005E012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Seinakapp/riiul</w:t>
            </w:r>
          </w:p>
        </w:tc>
      </w:tr>
      <w:tr w:rsidR="00DA1C40" w:rsidRPr="00D0243D" w:rsidTr="00D73A4D">
        <w:trPr>
          <w:trHeight w:val="300"/>
        </w:trPr>
        <w:tc>
          <w:tcPr>
            <w:tcW w:w="2405" w:type="dxa"/>
            <w:noWrap/>
          </w:tcPr>
          <w:p w:rsidR="00DA1C40" w:rsidRPr="004D795D" w:rsidRDefault="00FB2AC8" w:rsidP="001504DC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 VV013918</w:t>
            </w:r>
          </w:p>
        </w:tc>
        <w:tc>
          <w:tcPr>
            <w:tcW w:w="4536" w:type="dxa"/>
            <w:noWrap/>
          </w:tcPr>
          <w:p w:rsidR="00DA1C40" w:rsidRPr="004D795D" w:rsidRDefault="00DA1C40" w:rsidP="005E012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="00FB2AC8"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PT-2 Juhi pöördtool </w:t>
            </w:r>
          </w:p>
        </w:tc>
      </w:tr>
      <w:tr w:rsidR="00EA2D7B" w:rsidRPr="00D0243D" w:rsidTr="00D73A4D">
        <w:trPr>
          <w:trHeight w:val="300"/>
        </w:trPr>
        <w:tc>
          <w:tcPr>
            <w:tcW w:w="2405" w:type="dxa"/>
            <w:noWrap/>
          </w:tcPr>
          <w:p w:rsidR="00EA2D7B" w:rsidRPr="004D795D" w:rsidRDefault="00EA2D7B" w:rsidP="001504DC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4536" w:type="dxa"/>
            <w:noWrap/>
          </w:tcPr>
          <w:p w:rsidR="00EA2D7B" w:rsidRPr="004D795D" w:rsidRDefault="00EA2D7B" w:rsidP="005E012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="00FB2AC8" w:rsidRPr="004D795D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T-1-b Klienditool  </w:t>
            </w:r>
          </w:p>
        </w:tc>
      </w:tr>
    </w:tbl>
    <w:p w:rsidR="00D0243D" w:rsidRPr="00D0243D" w:rsidRDefault="00D0243D" w:rsidP="00D0243D">
      <w:pPr>
        <w:pStyle w:val="ListParagraph"/>
        <w:ind w:left="360"/>
        <w:jc w:val="both"/>
        <w:rPr>
          <w:color w:val="000000"/>
          <w:spacing w:val="0"/>
          <w:position w:val="0"/>
          <w:sz w:val="22"/>
          <w:szCs w:val="22"/>
        </w:rPr>
      </w:pPr>
    </w:p>
    <w:p w:rsidR="00DD07FD" w:rsidRDefault="00DD07FD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AA7CE0" w:rsidRDefault="00DD07FD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color w:val="000000"/>
          <w:spacing w:val="0"/>
          <w:position w:val="0"/>
          <w:sz w:val="22"/>
          <w:szCs w:val="22"/>
        </w:rPr>
        <w:t xml:space="preserve">3. </w:t>
      </w:r>
      <w:r w:rsidR="003C0F32">
        <w:rPr>
          <w:color w:val="000000"/>
          <w:spacing w:val="0"/>
          <w:position w:val="0"/>
          <w:sz w:val="22"/>
          <w:szCs w:val="22"/>
        </w:rPr>
        <w:t>Objekti</w:t>
      </w:r>
      <w:r w:rsidR="00AA7CE0" w:rsidRPr="008C01E1">
        <w:rPr>
          <w:color w:val="000000"/>
          <w:spacing w:val="0"/>
          <w:position w:val="0"/>
          <w:sz w:val="22"/>
          <w:szCs w:val="22"/>
        </w:rPr>
        <w:t xml:space="preserve"> seisukord üleandmisel on alljärgnev: </w:t>
      </w:r>
      <w:bookmarkStart w:id="0" w:name="_GoBack"/>
      <w:bookmarkEnd w:id="0"/>
    </w:p>
    <w:p w:rsidR="00BD0FFC" w:rsidRPr="008C01E1" w:rsidRDefault="00BD0FFC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tbl>
      <w:tblPr>
        <w:tblW w:w="6908" w:type="dxa"/>
        <w:tblCellSpacing w:w="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294"/>
        <w:gridCol w:w="2304"/>
      </w:tblGrid>
      <w:tr w:rsidR="00AA7CE0" w:rsidRPr="008C01E1" w:rsidTr="00D73A4D">
        <w:trPr>
          <w:trHeight w:val="420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 xml:space="preserve"> nimetus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Seisukord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Puudused</w:t>
            </w:r>
          </w:p>
        </w:tc>
      </w:tr>
      <w:tr w:rsidR="00AA7CE0" w:rsidRPr="008C01E1" w:rsidTr="00D73A4D">
        <w:trPr>
          <w:trHeight w:val="296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655D46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color w:val="000000"/>
                <w:spacing w:val="0"/>
                <w:position w:val="0"/>
                <w:sz w:val="22"/>
                <w:szCs w:val="22"/>
              </w:rPr>
              <w:t>1.</w:t>
            </w:r>
            <w:r w:rsidR="00ED5256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Ruum nr </w:t>
            </w:r>
            <w:r w:rsidR="00A11D9A">
              <w:rPr>
                <w:color w:val="000000"/>
                <w:spacing w:val="0"/>
                <w:position w:val="0"/>
                <w:sz w:val="22"/>
                <w:szCs w:val="22"/>
              </w:rPr>
              <w:t>201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CD1A41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</w:tbl>
    <w:p w:rsidR="00AA7CE0" w:rsidRPr="008C01E1" w:rsidRDefault="00AA7CE0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AA7CE0" w:rsidRDefault="00AA7CE0" w:rsidP="00EA2D7B">
      <w:pPr>
        <w:jc w:val="both"/>
        <w:rPr>
          <w:sz w:val="22"/>
          <w:szCs w:val="22"/>
        </w:rPr>
      </w:pPr>
    </w:p>
    <w:p w:rsidR="00EA2D7B" w:rsidRPr="00EA2D7B" w:rsidRDefault="00EA2D7B" w:rsidP="00EA2D7B">
      <w:pPr>
        <w:jc w:val="both"/>
        <w:rPr>
          <w:sz w:val="22"/>
          <w:szCs w:val="22"/>
        </w:rPr>
      </w:pPr>
      <w:r w:rsidRPr="00EA2D7B">
        <w:rPr>
          <w:sz w:val="22"/>
          <w:szCs w:val="22"/>
        </w:rPr>
        <w:t>4.  Kasutamiseks antud võtmed,  kiibid, puldid:</w:t>
      </w:r>
    </w:p>
    <w:p w:rsidR="00EA2D7B" w:rsidRPr="00EA2D7B" w:rsidRDefault="00EA2D7B" w:rsidP="00EA2D7B">
      <w:pPr>
        <w:jc w:val="both"/>
        <w:rPr>
          <w:sz w:val="22"/>
          <w:szCs w:val="22"/>
        </w:rPr>
        <w:sectPr w:rsidR="00EA2D7B" w:rsidRPr="00EA2D7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BD58D6" w:rsidRDefault="00655D46" w:rsidP="00CD1A41">
      <w:pPr>
        <w:rPr>
          <w:sz w:val="22"/>
          <w:szCs w:val="22"/>
        </w:rPr>
      </w:pPr>
      <w:r>
        <w:rPr>
          <w:sz w:val="22"/>
          <w:szCs w:val="22"/>
        </w:rPr>
        <w:t>R</w:t>
      </w:r>
      <w:r w:rsidR="00EA2D7B">
        <w:rPr>
          <w:sz w:val="22"/>
          <w:szCs w:val="22"/>
        </w:rPr>
        <w:t xml:space="preserve">uumi nr </w:t>
      </w:r>
      <w:r w:rsidR="00A11D9A">
        <w:rPr>
          <w:sz w:val="22"/>
          <w:szCs w:val="22"/>
        </w:rPr>
        <w:t>201</w:t>
      </w:r>
      <w:r w:rsidR="00EA2D7B">
        <w:rPr>
          <w:sz w:val="22"/>
          <w:szCs w:val="22"/>
        </w:rPr>
        <w:t xml:space="preserve"> võti 1 tk,</w:t>
      </w:r>
      <w:r>
        <w:rPr>
          <w:sz w:val="22"/>
          <w:szCs w:val="22"/>
        </w:rPr>
        <w:t xml:space="preserve"> </w:t>
      </w:r>
      <w:r w:rsidR="00EA2D7B">
        <w:rPr>
          <w:sz w:val="22"/>
          <w:szCs w:val="22"/>
        </w:rPr>
        <w:t>maja</w:t>
      </w:r>
      <w:r>
        <w:rPr>
          <w:sz w:val="22"/>
          <w:szCs w:val="22"/>
        </w:rPr>
        <w:t xml:space="preserve"> tavaõigusega sissepääsukiip 1 tk</w:t>
      </w:r>
      <w:r w:rsidR="00EA2D7B">
        <w:rPr>
          <w:sz w:val="22"/>
          <w:szCs w:val="22"/>
        </w:rPr>
        <w:t>.</w:t>
      </w:r>
    </w:p>
    <w:p w:rsidR="00EA2D7B" w:rsidRDefault="00EA2D7B" w:rsidP="00CD1A41">
      <w:pPr>
        <w:rPr>
          <w:sz w:val="22"/>
          <w:szCs w:val="22"/>
        </w:rPr>
      </w:pPr>
    </w:p>
    <w:p w:rsidR="00EA2D7B" w:rsidRDefault="00EA2D7B" w:rsidP="00CD1A41">
      <w:pPr>
        <w:rPr>
          <w:sz w:val="22"/>
          <w:szCs w:val="22"/>
        </w:rPr>
      </w:pPr>
    </w:p>
    <w:p w:rsidR="00EA2D7B" w:rsidRPr="008C01E1" w:rsidRDefault="00EA2D7B" w:rsidP="00CD1A41">
      <w:pPr>
        <w:rPr>
          <w:sz w:val="22"/>
          <w:szCs w:val="22"/>
        </w:rPr>
      </w:pPr>
    </w:p>
    <w:p w:rsidR="00AA7CE0" w:rsidRPr="008C01E1" w:rsidRDefault="009F5B6C" w:rsidP="00CD1A41">
      <w:pPr>
        <w:rPr>
          <w:sz w:val="22"/>
          <w:szCs w:val="22"/>
        </w:rPr>
      </w:pPr>
      <w:r>
        <w:rPr>
          <w:sz w:val="22"/>
          <w:szCs w:val="22"/>
        </w:rPr>
        <w:t>Andis üle</w:t>
      </w:r>
      <w:r w:rsidR="00AA7CE0" w:rsidRPr="008C01E1">
        <w:rPr>
          <w:sz w:val="22"/>
          <w:szCs w:val="22"/>
        </w:rPr>
        <w:t xml:space="preserve">: </w:t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CD1A41">
        <w:rPr>
          <w:sz w:val="22"/>
          <w:szCs w:val="22"/>
        </w:rPr>
        <w:tab/>
      </w:r>
      <w:r>
        <w:rPr>
          <w:sz w:val="22"/>
          <w:szCs w:val="22"/>
        </w:rPr>
        <w:t>Võttis vastu</w:t>
      </w:r>
      <w:r w:rsidR="00AA7CE0" w:rsidRPr="008C01E1">
        <w:rPr>
          <w:sz w:val="22"/>
          <w:szCs w:val="22"/>
        </w:rPr>
        <w:t>:</w:t>
      </w:r>
    </w:p>
    <w:p w:rsidR="00AA7CE0" w:rsidRPr="008C01E1" w:rsidRDefault="00CD1A41" w:rsidP="00CD1A41">
      <w:pPr>
        <w:rPr>
          <w:sz w:val="22"/>
          <w:szCs w:val="22"/>
        </w:rPr>
      </w:pPr>
      <w:r>
        <w:rPr>
          <w:sz w:val="22"/>
          <w:szCs w:val="22"/>
        </w:rPr>
        <w:t>Uno Koppelmaa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11D9A">
        <w:rPr>
          <w:sz w:val="22"/>
          <w:szCs w:val="22"/>
        </w:rPr>
        <w:t>Liina Gross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A7CE0" w:rsidRPr="00336463" w:rsidRDefault="000C46D9" w:rsidP="00CD1A41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ED5256">
        <w:rPr>
          <w:sz w:val="22"/>
          <w:szCs w:val="22"/>
        </w:rPr>
        <w:tab/>
      </w:r>
    </w:p>
    <w:sectPr w:rsidR="00AA7CE0" w:rsidRPr="00336463" w:rsidSect="0051631F">
      <w:footerReference w:type="default" r:id="rId9"/>
      <w:headerReference w:type="first" r:id="rId10"/>
      <w:footerReference w:type="first" r:id="rId11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DD" w:rsidRDefault="00DF21DD">
      <w:r>
        <w:separator/>
      </w:r>
    </w:p>
  </w:endnote>
  <w:endnote w:type="continuationSeparator" w:id="0">
    <w:p w:rsidR="00DF21DD" w:rsidRDefault="00DF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DD" w:rsidRDefault="00DF21DD">
      <w:r>
        <w:separator/>
      </w:r>
    </w:p>
  </w:footnote>
  <w:footnote w:type="continuationSeparator" w:id="0">
    <w:p w:rsidR="00DF21DD" w:rsidRDefault="00DF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 w:rsidP="00C0544B">
    <w:pPr>
      <w:ind w:left="2880" w:firstLine="720"/>
      <w:jc w:val="both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5" w15:restartNumberingAfterBreak="0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6" w15:restartNumberingAfterBreak="0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7" w15:restartNumberingAfterBreak="0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8" w15:restartNumberingAfterBreak="0">
    <w:nsid w:val="69FF1768"/>
    <w:multiLevelType w:val="hybridMultilevel"/>
    <w:tmpl w:val="C734B0D6"/>
    <w:lvl w:ilvl="0" w:tplc="609222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-148" w:hanging="360"/>
      </w:pPr>
    </w:lvl>
    <w:lvl w:ilvl="2" w:tplc="0425001B" w:tentative="1">
      <w:start w:val="1"/>
      <w:numFmt w:val="lowerRoman"/>
      <w:lvlText w:val="%3."/>
      <w:lvlJc w:val="right"/>
      <w:pPr>
        <w:ind w:left="572" w:hanging="180"/>
      </w:pPr>
    </w:lvl>
    <w:lvl w:ilvl="3" w:tplc="0425000F" w:tentative="1">
      <w:start w:val="1"/>
      <w:numFmt w:val="decimal"/>
      <w:lvlText w:val="%4."/>
      <w:lvlJc w:val="left"/>
      <w:pPr>
        <w:ind w:left="1292" w:hanging="360"/>
      </w:pPr>
    </w:lvl>
    <w:lvl w:ilvl="4" w:tplc="04250019" w:tentative="1">
      <w:start w:val="1"/>
      <w:numFmt w:val="lowerLetter"/>
      <w:lvlText w:val="%5."/>
      <w:lvlJc w:val="left"/>
      <w:pPr>
        <w:ind w:left="2012" w:hanging="360"/>
      </w:pPr>
    </w:lvl>
    <w:lvl w:ilvl="5" w:tplc="0425001B" w:tentative="1">
      <w:start w:val="1"/>
      <w:numFmt w:val="lowerRoman"/>
      <w:lvlText w:val="%6."/>
      <w:lvlJc w:val="right"/>
      <w:pPr>
        <w:ind w:left="2732" w:hanging="180"/>
      </w:pPr>
    </w:lvl>
    <w:lvl w:ilvl="6" w:tplc="0425000F" w:tentative="1">
      <w:start w:val="1"/>
      <w:numFmt w:val="decimal"/>
      <w:lvlText w:val="%7."/>
      <w:lvlJc w:val="left"/>
      <w:pPr>
        <w:ind w:left="3452" w:hanging="360"/>
      </w:pPr>
    </w:lvl>
    <w:lvl w:ilvl="7" w:tplc="04250019" w:tentative="1">
      <w:start w:val="1"/>
      <w:numFmt w:val="lowerLetter"/>
      <w:lvlText w:val="%8."/>
      <w:lvlJc w:val="left"/>
      <w:pPr>
        <w:ind w:left="4172" w:hanging="360"/>
      </w:pPr>
    </w:lvl>
    <w:lvl w:ilvl="8" w:tplc="042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9" w15:restartNumberingAfterBreak="0">
    <w:nsid w:val="6DA35BC7"/>
    <w:multiLevelType w:val="hybridMultilevel"/>
    <w:tmpl w:val="612E826E"/>
    <w:lvl w:ilvl="0" w:tplc="609222C8">
      <w:start w:val="1"/>
      <w:numFmt w:val="decimal"/>
      <w:lvlText w:val="%1."/>
      <w:lvlJc w:val="left"/>
      <w:pPr>
        <w:ind w:left="1948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266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38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10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82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54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26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98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70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8B"/>
    <w:rsid w:val="00005463"/>
    <w:rsid w:val="0005074C"/>
    <w:rsid w:val="00067209"/>
    <w:rsid w:val="00094FC8"/>
    <w:rsid w:val="000972D8"/>
    <w:rsid w:val="000C46D9"/>
    <w:rsid w:val="000D246D"/>
    <w:rsid w:val="000E314E"/>
    <w:rsid w:val="000E56A3"/>
    <w:rsid w:val="001207BF"/>
    <w:rsid w:val="00124BA9"/>
    <w:rsid w:val="001634AF"/>
    <w:rsid w:val="00174B68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A3BAA"/>
    <w:rsid w:val="002A44B1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1D5C"/>
    <w:rsid w:val="003F579C"/>
    <w:rsid w:val="003F5D63"/>
    <w:rsid w:val="00427348"/>
    <w:rsid w:val="00464B63"/>
    <w:rsid w:val="00465420"/>
    <w:rsid w:val="00465A0C"/>
    <w:rsid w:val="00487249"/>
    <w:rsid w:val="004900B6"/>
    <w:rsid w:val="004A62B1"/>
    <w:rsid w:val="004C6A59"/>
    <w:rsid w:val="004D6937"/>
    <w:rsid w:val="004D795D"/>
    <w:rsid w:val="004E3A61"/>
    <w:rsid w:val="0051631F"/>
    <w:rsid w:val="005200AE"/>
    <w:rsid w:val="005B1CF7"/>
    <w:rsid w:val="005B52EA"/>
    <w:rsid w:val="005E012F"/>
    <w:rsid w:val="005F1AD2"/>
    <w:rsid w:val="005F20E3"/>
    <w:rsid w:val="00616C08"/>
    <w:rsid w:val="00654149"/>
    <w:rsid w:val="00655D46"/>
    <w:rsid w:val="0068303D"/>
    <w:rsid w:val="006A41C4"/>
    <w:rsid w:val="006A68B6"/>
    <w:rsid w:val="0070282D"/>
    <w:rsid w:val="00715F68"/>
    <w:rsid w:val="00752374"/>
    <w:rsid w:val="00755E2D"/>
    <w:rsid w:val="007B27FB"/>
    <w:rsid w:val="007B46C1"/>
    <w:rsid w:val="00806465"/>
    <w:rsid w:val="00830FE9"/>
    <w:rsid w:val="00832417"/>
    <w:rsid w:val="00843BEE"/>
    <w:rsid w:val="00852196"/>
    <w:rsid w:val="0085722B"/>
    <w:rsid w:val="00870D23"/>
    <w:rsid w:val="00872F6E"/>
    <w:rsid w:val="008C01E1"/>
    <w:rsid w:val="008D6BD7"/>
    <w:rsid w:val="008F5576"/>
    <w:rsid w:val="009001A4"/>
    <w:rsid w:val="00902075"/>
    <w:rsid w:val="00914DD3"/>
    <w:rsid w:val="009421E0"/>
    <w:rsid w:val="00943FA3"/>
    <w:rsid w:val="00970891"/>
    <w:rsid w:val="00996BAE"/>
    <w:rsid w:val="009B2B7F"/>
    <w:rsid w:val="009C3992"/>
    <w:rsid w:val="009D3E81"/>
    <w:rsid w:val="009F5B6C"/>
    <w:rsid w:val="00A008FE"/>
    <w:rsid w:val="00A11D9A"/>
    <w:rsid w:val="00A50FE5"/>
    <w:rsid w:val="00A53B59"/>
    <w:rsid w:val="00A63E90"/>
    <w:rsid w:val="00A8753C"/>
    <w:rsid w:val="00AA7CE0"/>
    <w:rsid w:val="00AC5441"/>
    <w:rsid w:val="00AF37FB"/>
    <w:rsid w:val="00B0269E"/>
    <w:rsid w:val="00B33CFF"/>
    <w:rsid w:val="00B45B54"/>
    <w:rsid w:val="00B93490"/>
    <w:rsid w:val="00BA2694"/>
    <w:rsid w:val="00BA6433"/>
    <w:rsid w:val="00BC1964"/>
    <w:rsid w:val="00BC348B"/>
    <w:rsid w:val="00BD0FFC"/>
    <w:rsid w:val="00BD4843"/>
    <w:rsid w:val="00BD58D6"/>
    <w:rsid w:val="00BF6CD9"/>
    <w:rsid w:val="00C04C3B"/>
    <w:rsid w:val="00C0544B"/>
    <w:rsid w:val="00C35E2C"/>
    <w:rsid w:val="00C80829"/>
    <w:rsid w:val="00C95015"/>
    <w:rsid w:val="00CB4F0D"/>
    <w:rsid w:val="00CD1A41"/>
    <w:rsid w:val="00CE26A3"/>
    <w:rsid w:val="00D0243D"/>
    <w:rsid w:val="00D576FA"/>
    <w:rsid w:val="00D65959"/>
    <w:rsid w:val="00D66351"/>
    <w:rsid w:val="00D73A4D"/>
    <w:rsid w:val="00DA1C40"/>
    <w:rsid w:val="00DC1888"/>
    <w:rsid w:val="00DD07FD"/>
    <w:rsid w:val="00DD457F"/>
    <w:rsid w:val="00DE0CD5"/>
    <w:rsid w:val="00DE10BF"/>
    <w:rsid w:val="00DE647D"/>
    <w:rsid w:val="00DF21DD"/>
    <w:rsid w:val="00DF29C2"/>
    <w:rsid w:val="00E10403"/>
    <w:rsid w:val="00E4126B"/>
    <w:rsid w:val="00E512A9"/>
    <w:rsid w:val="00E70E9E"/>
    <w:rsid w:val="00E71513"/>
    <w:rsid w:val="00E74ED7"/>
    <w:rsid w:val="00EA2D7B"/>
    <w:rsid w:val="00EC4957"/>
    <w:rsid w:val="00ED5256"/>
    <w:rsid w:val="00EE3473"/>
    <w:rsid w:val="00F04CF8"/>
    <w:rsid w:val="00F16FC3"/>
    <w:rsid w:val="00F3216E"/>
    <w:rsid w:val="00F41B19"/>
    <w:rsid w:val="00F835D3"/>
    <w:rsid w:val="00FB2AC8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07513"/>
  <w15:docId w15:val="{D6CE3A1C-D808-4941-A96D-9407AA12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631F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51631F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51631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51631F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Strong">
    <w:name w:val="Strong"/>
    <w:basedOn w:val="DefaultParagraphFont"/>
    <w:uiPriority w:val="99"/>
    <w:qFormat/>
    <w:rsid w:val="005B1CF7"/>
    <w:rPr>
      <w:rFonts w:cs="Times New Roman"/>
      <w:b/>
      <w:bCs/>
    </w:rPr>
  </w:style>
  <w:style w:type="paragraph" w:styleId="Caption">
    <w:name w:val="caption"/>
    <w:basedOn w:val="Normal"/>
    <w:next w:val="Normal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istParagraph">
    <w:name w:val="List Paragraph"/>
    <w:basedOn w:val="Normal"/>
    <w:uiPriority w:val="99"/>
    <w:qFormat/>
    <w:rsid w:val="008C01E1"/>
    <w:pPr>
      <w:ind w:left="708"/>
    </w:pPr>
  </w:style>
  <w:style w:type="table" w:styleId="TableGrid">
    <w:name w:val="Table Grid"/>
    <w:basedOn w:val="TableNormal"/>
    <w:locked/>
    <w:rsid w:val="00D0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A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4D"/>
    <w:rPr>
      <w:rFonts w:ascii="Segoe UI" w:hAnsi="Segoe UI" w:cs="Segoe UI"/>
      <w:spacing w:val="2"/>
      <w:position w:val="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</Template>
  <TotalTime>33</TotalTime>
  <Pages>1</Pages>
  <Words>117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DF Ltd., Parnu mnt 154, 11317 Tallinn, Estonia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Uno Koppelmaa</cp:lastModifiedBy>
  <cp:revision>4</cp:revision>
  <cp:lastPrinted>2018-07-11T05:15:00Z</cp:lastPrinted>
  <dcterms:created xsi:type="dcterms:W3CDTF">2020-02-19T12:21:00Z</dcterms:created>
  <dcterms:modified xsi:type="dcterms:W3CDTF">2020-02-19T13:08:00Z</dcterms:modified>
</cp:coreProperties>
</file>